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63479473" w:rsidR="00FA59CF" w:rsidRDefault="00FA59CF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7D01">
        <w:rPr>
          <w:rFonts w:ascii="Corbel" w:hAnsi="Corbel"/>
          <w:i/>
          <w:smallCaps/>
          <w:sz w:val="24"/>
          <w:szCs w:val="24"/>
        </w:rPr>
        <w:t>2022-2025</w:t>
      </w:r>
      <w:r w:rsidR="00E57D01">
        <w:rPr>
          <w:rFonts w:ascii="Corbel" w:hAnsi="Corbel"/>
          <w:i/>
          <w:smallCaps/>
          <w:sz w:val="24"/>
          <w:szCs w:val="24"/>
        </w:rPr>
        <w:br/>
      </w:r>
      <w:r w:rsidR="00A33586">
        <w:rPr>
          <w:rFonts w:ascii="Corbel" w:hAnsi="Corbel"/>
          <w:sz w:val="20"/>
          <w:szCs w:val="20"/>
        </w:rPr>
        <w:t>Rok akademicki:</w:t>
      </w:r>
      <w:r>
        <w:rPr>
          <w:rFonts w:ascii="Corbel" w:hAnsi="Corbel"/>
          <w:sz w:val="20"/>
          <w:szCs w:val="20"/>
        </w:rPr>
        <w:t xml:space="preserve"> 202</w:t>
      </w:r>
      <w:r w:rsidR="00E57D0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E57D01">
        <w:rPr>
          <w:rFonts w:ascii="Corbel" w:hAnsi="Corbel"/>
          <w:sz w:val="20"/>
          <w:szCs w:val="20"/>
        </w:rPr>
        <w:t>5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64F1C748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501D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FA59CF" w:rsidRPr="009C54AE" w:rsidRDefault="00681119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F27F480" w:rsidR="00015B8F" w:rsidRPr="009C54AE" w:rsidRDefault="00D65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46468A4" w:rsidR="00015B8F" w:rsidRPr="009C54AE" w:rsidRDefault="004501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Rodzaje </w:t>
            </w:r>
            <w:proofErr w:type="gramStart"/>
            <w:r w:rsidRPr="00AB25D3">
              <w:rPr>
                <w:rFonts w:ascii="Corbel" w:hAnsi="Corbel"/>
                <w:szCs w:val="24"/>
                <w:lang w:val="pl-PL" w:eastAsia="pl-PL"/>
              </w:rPr>
              <w:t>badań  marketingowych</w:t>
            </w:r>
            <w:proofErr w:type="gramEnd"/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 xml:space="preserve">Możliwość wykorzystania platformy MS </w:t>
      </w:r>
      <w:proofErr w:type="spellStart"/>
      <w:r w:rsidRPr="00A33586">
        <w:rPr>
          <w:rFonts w:ascii="Corbel" w:hAnsi="Corbel"/>
          <w:sz w:val="24"/>
          <w:lang w:eastAsia="pl-PL"/>
        </w:rPr>
        <w:t>Teams</w:t>
      </w:r>
      <w:proofErr w:type="spellEnd"/>
      <w:r w:rsidRPr="00A33586">
        <w:rPr>
          <w:rFonts w:ascii="Corbel" w:hAnsi="Corbel"/>
          <w:sz w:val="24"/>
          <w:lang w:eastAsia="pl-PL"/>
        </w:rPr>
        <w:t>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C737FB2" w:rsidR="00681119" w:rsidRPr="009C54AE" w:rsidRDefault="00D2540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10AC5F3A" w:rsidR="00681119" w:rsidRPr="009C54AE" w:rsidRDefault="00CD5830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0CFF476D" w:rsidR="00681119" w:rsidRPr="009C54AE" w:rsidRDefault="00D1678D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2540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54EB90C0" w:rsidR="0085747A" w:rsidRPr="009C54AE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6F5A6DC" w:rsidR="0085747A" w:rsidRPr="009B41D2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</w:t>
            </w:r>
            <w:proofErr w:type="spellStart"/>
            <w:r w:rsidRPr="3D9EED6B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18A8" w14:textId="77777777" w:rsidR="004E17CD" w:rsidRDefault="004E17CD" w:rsidP="00C16ABF">
      <w:pPr>
        <w:spacing w:after="0" w:line="240" w:lineRule="auto"/>
      </w:pPr>
      <w:r>
        <w:separator/>
      </w:r>
    </w:p>
  </w:endnote>
  <w:endnote w:type="continuationSeparator" w:id="0">
    <w:p w14:paraId="2ED07A9C" w14:textId="77777777" w:rsidR="004E17CD" w:rsidRDefault="004E17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62CE5" w14:textId="77777777" w:rsidR="004E17CD" w:rsidRDefault="004E17CD" w:rsidP="00C16ABF">
      <w:pPr>
        <w:spacing w:after="0" w:line="240" w:lineRule="auto"/>
      </w:pPr>
      <w:r>
        <w:separator/>
      </w:r>
    </w:p>
  </w:footnote>
  <w:footnote w:type="continuationSeparator" w:id="0">
    <w:p w14:paraId="4D9DDDAD" w14:textId="77777777" w:rsidR="004E17CD" w:rsidRDefault="004E17C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94768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0A0A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501D7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E17CD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91B3E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166A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D5830"/>
    <w:rsid w:val="00CE5BAC"/>
    <w:rsid w:val="00CF25BE"/>
    <w:rsid w:val="00CF78ED"/>
    <w:rsid w:val="00D02B25"/>
    <w:rsid w:val="00D02EBA"/>
    <w:rsid w:val="00D1678D"/>
    <w:rsid w:val="00D17C3C"/>
    <w:rsid w:val="00D23113"/>
    <w:rsid w:val="00D25403"/>
    <w:rsid w:val="00D26B2C"/>
    <w:rsid w:val="00D31D52"/>
    <w:rsid w:val="00D352C9"/>
    <w:rsid w:val="00D425B2"/>
    <w:rsid w:val="00D52B44"/>
    <w:rsid w:val="00D552B2"/>
    <w:rsid w:val="00D608D1"/>
    <w:rsid w:val="00D653B6"/>
    <w:rsid w:val="00D72FDB"/>
    <w:rsid w:val="00D74119"/>
    <w:rsid w:val="00D8075B"/>
    <w:rsid w:val="00D8678B"/>
    <w:rsid w:val="00DA2114"/>
    <w:rsid w:val="00DD6F97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57D01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A1CB1"/>
    <w:rsid w:val="00FA59CF"/>
    <w:rsid w:val="00FB088A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7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7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45A87-DAEA-499A-B595-4C0CCD901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D16A2C-9104-40E2-B107-E2919E9AE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7248DD-85EA-4328-AD7B-4F69A38B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1</Pages>
  <Words>926</Words>
  <Characters>5562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29</cp:revision>
  <cp:lastPrinted>2017-05-04T18:28:00Z</cp:lastPrinted>
  <dcterms:created xsi:type="dcterms:W3CDTF">2020-12-01T08:18:00Z</dcterms:created>
  <dcterms:modified xsi:type="dcterms:W3CDTF">2022-09-20T17:40:00Z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